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4E22B1">
        <w:rPr>
          <w:rFonts w:ascii="Arial" w:hAnsi="Arial" w:cs="Arial"/>
          <w:b/>
          <w:caps/>
          <w:sz w:val="28"/>
          <w:szCs w:val="28"/>
        </w:rPr>
        <w:t>770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4E22B1" w:rsidRDefault="004E22B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2B1">
              <w:rPr>
                <w:rFonts w:ascii="Arial" w:hAnsi="Arial" w:cs="Arial"/>
                <w:sz w:val="20"/>
                <w:szCs w:val="20"/>
              </w:rPr>
              <w:t>Solicita providências urgentes visando à remoção de árvore seca na Rua Athenas Paulista, defronte do nº 94, no Jardim das Indústrias.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4E22B1">
        <w:rPr>
          <w:rFonts w:ascii="Arial" w:hAnsi="Arial" w:cs="Arial"/>
        </w:rPr>
        <w:t>a urgente</w:t>
      </w:r>
      <w:r w:rsidR="004E22B1" w:rsidRPr="004E22B1">
        <w:rPr>
          <w:rFonts w:ascii="Arial" w:hAnsi="Arial" w:cs="Arial"/>
        </w:rPr>
        <w:t xml:space="preserve"> remoção de árvore seca na Rua Athenas Paulista, defronte do nº 94, no Jardim das Indústrias.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E22B1">
        <w:rPr>
          <w:rFonts w:ascii="Arial" w:hAnsi="Arial" w:cs="Arial"/>
        </w:rPr>
        <w:t>28</w:t>
      </w:r>
      <w:r w:rsidR="00695F4E">
        <w:rPr>
          <w:rFonts w:ascii="Arial" w:hAnsi="Arial" w:cs="Arial"/>
        </w:rPr>
        <w:t xml:space="preserve"> de </w:t>
      </w:r>
      <w:r w:rsidR="004E22B1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E22B1" w:rsidRPr="00A34F2C" w:rsidRDefault="004E22B1" w:rsidP="004E22B1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4E22B1" w:rsidRDefault="004E22B1" w:rsidP="004E22B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4E22B1" w:rsidRPr="00A34F2C" w:rsidRDefault="004E22B1" w:rsidP="004E22B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8CB" w:rsidRDefault="003C18CB">
      <w:r>
        <w:separator/>
      </w:r>
    </w:p>
  </w:endnote>
  <w:endnote w:type="continuationSeparator" w:id="0">
    <w:p w:rsidR="003C18CB" w:rsidRDefault="003C1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8CB" w:rsidRDefault="003C18CB">
      <w:r>
        <w:separator/>
      </w:r>
    </w:p>
  </w:footnote>
  <w:footnote w:type="continuationSeparator" w:id="0">
    <w:p w:rsidR="003C18CB" w:rsidRDefault="003C18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E22B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E22B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A55F3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C18CB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22B1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68896-57DA-488F-8B9A-054D651BE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97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2018-03-27T15:34:00Z</dcterms:created>
  <dcterms:modified xsi:type="dcterms:W3CDTF">2018-03-27T15:36:00Z</dcterms:modified>
</cp:coreProperties>
</file>